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F420E6"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[Vali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631C71A1"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21900">
        <w:rPr>
          <w:spacing w:val="0"/>
        </w:rPr>
        <w:t>lihthanke</w:t>
      </w:r>
      <w:r w:rsidR="003265BD" w:rsidRPr="001919C7">
        <w:rPr>
          <w:spacing w:val="0"/>
        </w:rPr>
        <w:t xml:space="preserve"> </w:t>
      </w:r>
      <w:r w:rsidR="00BF1C0D" w:rsidRPr="00571910">
        <w:rPr>
          <w:b/>
          <w:bCs/>
          <w:spacing w:val="0"/>
        </w:rPr>
        <w:t>„</w:t>
      </w:r>
      <w:bookmarkStart w:id="0" w:name="_Hlk179199216"/>
      <w:r w:rsidR="00521900" w:rsidRPr="00521900">
        <w:rPr>
          <w:b/>
          <w:bCs/>
          <w:spacing w:val="0"/>
        </w:rPr>
        <w:t>Meremõisa telkimisala väikevormide tootmine ja paigaldamine“</w:t>
      </w:r>
      <w:r w:rsidR="00521900" w:rsidRPr="0052190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521900">
        <w:rPr>
          <w:spacing w:val="0"/>
        </w:rPr>
        <w:t>3544</w:t>
      </w:r>
      <w:r w:rsidR="00A251B1" w:rsidRPr="001919C7">
        <w:rPr>
          <w:spacing w:val="0"/>
        </w:rPr>
        <w:t xml:space="preserve">, </w:t>
      </w:r>
      <w:r w:rsidR="001950D6" w:rsidRPr="001919C7">
        <w:rPr>
          <w:spacing w:val="0"/>
        </w:rPr>
        <w:t xml:space="preserve">viitenumber </w:t>
      </w:r>
      <w:bookmarkEnd w:id="0"/>
      <w:r w:rsidR="00521900">
        <w:rPr>
          <w:spacing w:val="0"/>
        </w:rPr>
        <w:t>301919</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3489FC23"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B56BBC" w:rsidRPr="00B56BBC">
        <w:rPr>
          <w:i/>
          <w:iCs/>
          <w:spacing w:val="0"/>
        </w:rPr>
        <w:t>Meremõisa telkimisala värava, infotahvlite ja suunaviitade tootmine ja paigaldamine</w:t>
      </w:r>
      <w:r w:rsidR="00B56BBC" w:rsidRPr="00B56BBC">
        <w:rPr>
          <w:i/>
          <w:iCs/>
          <w:spacing w:val="0"/>
        </w:rPr>
        <w:t xml:space="preserv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697B4E4B"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65449B" w:rsidRPr="0065449B">
        <w:rPr>
          <w:spacing w:val="0"/>
        </w:rPr>
        <w:t>Meremõisa telkimisala väikevormide tootmine ja paigaldamine</w:t>
      </w:r>
      <w:r w:rsidR="00124DF9" w:rsidRPr="00124DF9">
        <w:rPr>
          <w:spacing w:val="0"/>
        </w:rPr>
        <w:t>“ (DHS nr 1-47.</w:t>
      </w:r>
      <w:r w:rsidR="001D4AA1">
        <w:rPr>
          <w:spacing w:val="0"/>
        </w:rPr>
        <w:t>3</w:t>
      </w:r>
      <w:r w:rsidR="0024262A">
        <w:rPr>
          <w:spacing w:val="0"/>
        </w:rPr>
        <w:t>544</w:t>
      </w:r>
      <w:r w:rsidR="00124DF9" w:rsidRPr="00124DF9">
        <w:rPr>
          <w:spacing w:val="0"/>
        </w:rPr>
        <w:t xml:space="preserve">, viitenumber </w:t>
      </w:r>
      <w:r w:rsidR="0024262A">
        <w:rPr>
          <w:spacing w:val="0"/>
        </w:rPr>
        <w:t>301919</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7945C00B" w:rsidR="00543444" w:rsidRPr="002074C7" w:rsidRDefault="002074C7" w:rsidP="008627D6">
      <w:pPr>
        <w:pStyle w:val="Loendilik"/>
        <w:numPr>
          <w:ilvl w:val="1"/>
          <w:numId w:val="33"/>
        </w:numPr>
        <w:jc w:val="both"/>
        <w:rPr>
          <w:b/>
          <w:bCs/>
          <w:spacing w:val="0"/>
        </w:rPr>
      </w:pPr>
      <w:r w:rsidRPr="002074C7">
        <w:rPr>
          <w:spacing w:val="0"/>
        </w:rPr>
        <w:t xml:space="preserve">Tööde </w:t>
      </w:r>
      <w:r w:rsidRPr="00862709">
        <w:rPr>
          <w:b/>
          <w:bCs/>
          <w:spacing w:val="0"/>
        </w:rPr>
        <w:t>teostamise tähtaeg</w:t>
      </w:r>
      <w:r w:rsidR="00871A5C" w:rsidRPr="00862709">
        <w:rPr>
          <w:b/>
          <w:bCs/>
          <w:spacing w:val="0"/>
        </w:rPr>
        <w:t xml:space="preserve"> on </w:t>
      </w:r>
      <w:r w:rsidR="00862709" w:rsidRPr="00862709">
        <w:rPr>
          <w:b/>
          <w:bCs/>
          <w:spacing w:val="0"/>
        </w:rPr>
        <w:t>15.12.2025</w:t>
      </w:r>
      <w:r w:rsidR="00862709">
        <w:rPr>
          <w:b/>
          <w:bCs/>
          <w:spacing w:val="0"/>
        </w:rPr>
        <w:t>.a.</w:t>
      </w:r>
    </w:p>
    <w:p w14:paraId="60E552AF" w14:textId="3131E894"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862709">
        <w:rPr>
          <w:spacing w:val="0"/>
        </w:rPr>
        <w:t>15.01.2026.a.</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tööde üldmaksumus</w:t>
      </w:r>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üldmaksumus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Tööde üldmaksumusele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Tööde üldmaksumus</w:t>
      </w:r>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r w:rsidRPr="001919C7">
        <w:rPr>
          <w:spacing w:val="0"/>
        </w:rPr>
        <w:t xml:space="preserve">üldmaksumust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üldmaksumuse ületamise, </w:t>
      </w:r>
      <w:r w:rsidR="0010269D" w:rsidRPr="001919C7">
        <w:rPr>
          <w:spacing w:val="0"/>
        </w:rPr>
        <w:lastRenderedPageBreak/>
        <w:t>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 xml:space="preserve">ohta täiendavat </w:t>
      </w:r>
      <w:r w:rsidR="0052558B" w:rsidRPr="001919C7">
        <w:rPr>
          <w:spacing w:val="0"/>
        </w:rPr>
        <w:lastRenderedPageBreak/>
        <w:t>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w:t>
      </w:r>
      <w:r w:rsidRPr="001919C7">
        <w:rPr>
          <w:spacing w:val="0"/>
        </w:rPr>
        <w:lastRenderedPageBreak/>
        <w:t xml:space="preserve">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üldmaksumuse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üleandmata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ellija esindaja soovi korral omal kulul avama üleandmata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lastRenderedPageBreak/>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lastRenderedPageBreak/>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üldmaksumusest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4A7FAC" w14:textId="77777777" w:rsidR="00F420E6" w:rsidRPr="001919C7" w:rsidRDefault="00F420E6" w:rsidP="00F420E6">
      <w:pPr>
        <w:pStyle w:val="Loendilik"/>
        <w:ind w:left="576"/>
        <w:jc w:val="both"/>
        <w:rPr>
          <w:spacing w:val="0"/>
        </w:rPr>
      </w:pP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lastRenderedPageBreak/>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F420E6"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F420E6"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0945"/>
    <w:rsid w:val="000E56FF"/>
    <w:rsid w:val="001023BF"/>
    <w:rsid w:val="0010269D"/>
    <w:rsid w:val="00107404"/>
    <w:rsid w:val="00110912"/>
    <w:rsid w:val="00111526"/>
    <w:rsid w:val="00120457"/>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4AA1"/>
    <w:rsid w:val="001D7643"/>
    <w:rsid w:val="001E0346"/>
    <w:rsid w:val="001E1A21"/>
    <w:rsid w:val="001E45E2"/>
    <w:rsid w:val="001E4FAC"/>
    <w:rsid w:val="001F116C"/>
    <w:rsid w:val="001F694C"/>
    <w:rsid w:val="002074C7"/>
    <w:rsid w:val="0020776E"/>
    <w:rsid w:val="002171BB"/>
    <w:rsid w:val="00226FE0"/>
    <w:rsid w:val="00240493"/>
    <w:rsid w:val="0024262A"/>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1900"/>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449B"/>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09"/>
    <w:rsid w:val="008627D6"/>
    <w:rsid w:val="00862E8E"/>
    <w:rsid w:val="00865FC7"/>
    <w:rsid w:val="00871A5C"/>
    <w:rsid w:val="00877A32"/>
    <w:rsid w:val="008816FB"/>
    <w:rsid w:val="00881DC0"/>
    <w:rsid w:val="00882874"/>
    <w:rsid w:val="008860D2"/>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158A9"/>
    <w:rsid w:val="00925DB6"/>
    <w:rsid w:val="00926027"/>
    <w:rsid w:val="009311E2"/>
    <w:rsid w:val="009325FD"/>
    <w:rsid w:val="00933BFC"/>
    <w:rsid w:val="00945547"/>
    <w:rsid w:val="00947C4C"/>
    <w:rsid w:val="0095086A"/>
    <w:rsid w:val="00954F57"/>
    <w:rsid w:val="009603AB"/>
    <w:rsid w:val="009620E2"/>
    <w:rsid w:val="00964A6F"/>
    <w:rsid w:val="0096622A"/>
    <w:rsid w:val="0096739E"/>
    <w:rsid w:val="009735BF"/>
    <w:rsid w:val="009745E2"/>
    <w:rsid w:val="0098116A"/>
    <w:rsid w:val="0098194E"/>
    <w:rsid w:val="0099385A"/>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BBC"/>
    <w:rsid w:val="00B56D57"/>
    <w:rsid w:val="00B60B3C"/>
    <w:rsid w:val="00B75C31"/>
    <w:rsid w:val="00B77061"/>
    <w:rsid w:val="00B81DF9"/>
    <w:rsid w:val="00B83401"/>
    <w:rsid w:val="00B91ADE"/>
    <w:rsid w:val="00B9464B"/>
    <w:rsid w:val="00B94694"/>
    <w:rsid w:val="00B95DD9"/>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0E6"/>
    <w:rsid w:val="00F421B5"/>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977B2"/>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563721"/>
    <w:rsid w:val="006205D2"/>
    <w:rsid w:val="006B71CE"/>
    <w:rsid w:val="006D2FD4"/>
    <w:rsid w:val="007A01E4"/>
    <w:rsid w:val="007A2383"/>
    <w:rsid w:val="008860D2"/>
    <w:rsid w:val="009158A9"/>
    <w:rsid w:val="00954EF2"/>
    <w:rsid w:val="0099385A"/>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ehituse töövõtuleping</Template>
  <TotalTime>30</TotalTime>
  <Pages>8</Pages>
  <Words>3026</Words>
  <Characters>23288</Characters>
  <Application>Microsoft Office Word</Application>
  <DocSecurity>0</DocSecurity>
  <Lines>194</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10</cp:revision>
  <cp:lastPrinted>2012-01-19T21:15:00Z</cp:lastPrinted>
  <dcterms:created xsi:type="dcterms:W3CDTF">2025-10-23T07:08:00Z</dcterms:created>
  <dcterms:modified xsi:type="dcterms:W3CDTF">2025-10-23T07:38:00Z</dcterms:modified>
</cp:coreProperties>
</file>